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F837AA" w:rsidP="00114FC0">
      <w:pPr>
        <w:pStyle w:val="Heading1"/>
      </w:pPr>
      <w:bookmarkStart w:id="0" w:name="_GoBack"/>
      <w:bookmarkEnd w:id="0"/>
      <w:r>
        <w:t>6 Morning Habits That Will Boost Your Motivation</w:t>
      </w:r>
    </w:p>
    <w:p w:rsidR="007E0ADD" w:rsidRDefault="007E0ADD" w:rsidP="007E0ADD"/>
    <w:p w:rsidR="007E0ADD" w:rsidRDefault="00F837AA" w:rsidP="007E0ADD">
      <w:r>
        <w:t>Keeping your motivation can be a difficult task. If you find that you start your mornings by hitting the snooze alarm rushing through your morning routine and getting to work late, it probably kills your motivation for the rest of the day. If you want to f</w:t>
      </w:r>
      <w:r>
        <w:t xml:space="preserve">ill your day with positive energy while </w:t>
      </w:r>
      <w:r w:rsidR="009420C1">
        <w:t>keeping your motivation to complete your tasks, you'll want to set up your morning routine first. When you can start following healthy morning habits, you will find you can sustain your motivation throughout the day. Here are six, morning habits that you can incorporate today that will boost your motivation.</w:t>
      </w:r>
    </w:p>
    <w:p w:rsidR="009420C1" w:rsidRDefault="009420C1" w:rsidP="007E0ADD"/>
    <w:p w:rsidR="009420C1" w:rsidRDefault="00F837AA" w:rsidP="007E0ADD">
      <w:pPr>
        <w:rPr>
          <w:b/>
        </w:rPr>
      </w:pPr>
      <w:r>
        <w:rPr>
          <w:b/>
        </w:rPr>
        <w:t>Habit #1 – Wake Up Early</w:t>
      </w:r>
    </w:p>
    <w:p w:rsidR="001B210D" w:rsidRDefault="00F837AA" w:rsidP="007E0ADD">
      <w:r>
        <w:t xml:space="preserve">One thing that you can do to boost your motivation is to start getting up earlier in the morning so you can start your day stress-free. </w:t>
      </w:r>
      <w:r>
        <w:t>People who wake up early on a daily basis tend to consume fewer calories, have a better family life, are in a better mood, and can stay productive throughout the day.</w:t>
      </w:r>
    </w:p>
    <w:p w:rsidR="001B210D" w:rsidRDefault="001B210D" w:rsidP="007E0ADD"/>
    <w:p w:rsidR="001B210D" w:rsidRDefault="00F837AA" w:rsidP="007E0ADD">
      <w:pPr>
        <w:rPr>
          <w:b/>
        </w:rPr>
      </w:pPr>
      <w:r>
        <w:rPr>
          <w:b/>
        </w:rPr>
        <w:t>Habit #2 – Drink Water</w:t>
      </w:r>
    </w:p>
    <w:p w:rsidR="001B210D" w:rsidRDefault="00F837AA" w:rsidP="007E0ADD">
      <w:r>
        <w:t>The first thing you should do upon waking is drink a glass of wat</w:t>
      </w:r>
      <w:r>
        <w:t xml:space="preserve">er to help you stay hydrated throughout the day. This is a proven way to improve the efficiency of your digestive tract, supports your metabolism, freshens your breath, and can aid in weight loss as well. </w:t>
      </w:r>
    </w:p>
    <w:p w:rsidR="001B210D" w:rsidRDefault="001B210D" w:rsidP="007E0ADD"/>
    <w:p w:rsidR="001B210D" w:rsidRDefault="00F837AA" w:rsidP="007E0ADD">
      <w:pPr>
        <w:rPr>
          <w:b/>
        </w:rPr>
      </w:pPr>
      <w:r>
        <w:rPr>
          <w:b/>
        </w:rPr>
        <w:t>Habit #3 – Remain Unplugged</w:t>
      </w:r>
    </w:p>
    <w:p w:rsidR="00F71BDF" w:rsidRDefault="00F837AA" w:rsidP="007E0ADD">
      <w:r>
        <w:t>If you’re someone who</w:t>
      </w:r>
      <w:r>
        <w:t xml:space="preserve"> needs to check their smartphone immediately upon waking, this habit can lead you to a reactive mindset</w:t>
      </w:r>
      <w:r w:rsidR="00B426C8">
        <w:t xml:space="preserve"> and naturally tune you into a defensive state. Avoid the temptation to check your smartphone for a few hours after you wake up so you can begin your day with a calm and peaceful state of mind. </w:t>
      </w:r>
    </w:p>
    <w:p w:rsidR="00601801" w:rsidRDefault="00601801" w:rsidP="007E0ADD"/>
    <w:p w:rsidR="00601801" w:rsidRDefault="00F837AA" w:rsidP="007E0ADD">
      <w:pPr>
        <w:rPr>
          <w:b/>
        </w:rPr>
      </w:pPr>
      <w:r>
        <w:rPr>
          <w:b/>
        </w:rPr>
        <w:t xml:space="preserve">Habit #4 </w:t>
      </w:r>
      <w:r w:rsidR="00A123EB">
        <w:rPr>
          <w:b/>
        </w:rPr>
        <w:t>–</w:t>
      </w:r>
      <w:r>
        <w:rPr>
          <w:b/>
        </w:rPr>
        <w:t xml:space="preserve"> </w:t>
      </w:r>
      <w:r w:rsidR="00537682">
        <w:rPr>
          <w:b/>
        </w:rPr>
        <w:t>Review</w:t>
      </w:r>
      <w:r w:rsidR="00A123EB">
        <w:rPr>
          <w:b/>
        </w:rPr>
        <w:t xml:space="preserve"> Your Daily Goals</w:t>
      </w:r>
    </w:p>
    <w:p w:rsidR="00A123EB" w:rsidRDefault="00F837AA" w:rsidP="007E0ADD">
      <w:r>
        <w:t xml:space="preserve">One of the first things that you should be doing in the morning is reviewing the daily goals that you set for yourself the night before. </w:t>
      </w:r>
      <w:r w:rsidR="002B2B59">
        <w:t>These should be goals that you can accomplish throughout the day that move you toward the bigger goals in your life.</w:t>
      </w:r>
    </w:p>
    <w:p w:rsidR="002B2B59" w:rsidRDefault="002B2B59" w:rsidP="007E0ADD"/>
    <w:p w:rsidR="002B2B59" w:rsidRDefault="00F837AA" w:rsidP="007E0ADD">
      <w:pPr>
        <w:rPr>
          <w:b/>
        </w:rPr>
      </w:pPr>
      <w:r>
        <w:rPr>
          <w:b/>
        </w:rPr>
        <w:t>Habit #5 – Practice Meditation</w:t>
      </w:r>
    </w:p>
    <w:p w:rsidR="00747998" w:rsidRDefault="00F837AA" w:rsidP="007E0ADD">
      <w:r>
        <w:lastRenderedPageBreak/>
        <w:t>Practicing meditation and optimism when you first wake up can help you to relax your mind and body so that you can start your day a bit healthier. B</w:t>
      </w:r>
      <w:r>
        <w:t>e grateful for what you have and stay positive to help you reach your goals.</w:t>
      </w:r>
    </w:p>
    <w:p w:rsidR="00747998" w:rsidRDefault="00747998" w:rsidP="007E0ADD"/>
    <w:p w:rsidR="00747998" w:rsidRDefault="00F837AA" w:rsidP="007E0ADD">
      <w:pPr>
        <w:rPr>
          <w:b/>
        </w:rPr>
      </w:pPr>
      <w:r>
        <w:rPr>
          <w:b/>
        </w:rPr>
        <w:t xml:space="preserve">Habit #6 </w:t>
      </w:r>
      <w:r w:rsidR="007C0401">
        <w:rPr>
          <w:b/>
        </w:rPr>
        <w:t>–</w:t>
      </w:r>
      <w:r>
        <w:rPr>
          <w:b/>
        </w:rPr>
        <w:t xml:space="preserve"> </w:t>
      </w:r>
      <w:r w:rsidR="007C0401">
        <w:rPr>
          <w:b/>
        </w:rPr>
        <w:t>Exercise Daily</w:t>
      </w:r>
    </w:p>
    <w:p w:rsidR="007C0401" w:rsidRDefault="00F837AA" w:rsidP="007E0ADD">
      <w:r>
        <w:t xml:space="preserve">To increase your motivation, you have to improve your physical health. Spare a few minutes every morning to incorporate a simple exercise routine. This </w:t>
      </w:r>
      <w:r>
        <w:t>will help to improve your health, maintain the proper flow of blood through the body, and boost your muscle strength</w:t>
      </w:r>
      <w:r w:rsidR="00342EF8">
        <w:t xml:space="preserve">, and can improve your productivity throughout the day. </w:t>
      </w:r>
    </w:p>
    <w:p w:rsidR="004D6AA0" w:rsidRDefault="004D6AA0" w:rsidP="007E0ADD"/>
    <w:p w:rsidR="004D6AA0" w:rsidRPr="00FF3B98" w:rsidRDefault="00F837AA" w:rsidP="007E0ADD">
      <w:r>
        <w:t>Practicing these six habits every morning will help to boost your motivation so yo</w:t>
      </w:r>
      <w:r>
        <w:t xml:space="preserve">u can accomplish all your goals. </w:t>
      </w:r>
    </w:p>
    <w:p w:rsidR="00747998" w:rsidRPr="00747998" w:rsidRDefault="00747998" w:rsidP="007E0ADD">
      <w:pPr>
        <w:rPr>
          <w:b/>
        </w:rPr>
      </w:pPr>
    </w:p>
    <w:sectPr w:rsidR="00747998" w:rsidRPr="0074799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BAA"/>
    <w:rsid w:val="00114FC0"/>
    <w:rsid w:val="001B210D"/>
    <w:rsid w:val="0025489C"/>
    <w:rsid w:val="002B2B59"/>
    <w:rsid w:val="00342EF8"/>
    <w:rsid w:val="00476739"/>
    <w:rsid w:val="004D6AA0"/>
    <w:rsid w:val="00537682"/>
    <w:rsid w:val="005A7C62"/>
    <w:rsid w:val="00601801"/>
    <w:rsid w:val="0064063D"/>
    <w:rsid w:val="00660AAD"/>
    <w:rsid w:val="00747998"/>
    <w:rsid w:val="007C0401"/>
    <w:rsid w:val="007E0ADD"/>
    <w:rsid w:val="009420C1"/>
    <w:rsid w:val="00A123EB"/>
    <w:rsid w:val="00AA4BAA"/>
    <w:rsid w:val="00B426C8"/>
    <w:rsid w:val="00D835E8"/>
    <w:rsid w:val="00ED7616"/>
    <w:rsid w:val="00F71BDF"/>
    <w:rsid w:val="00F837AA"/>
    <w:rsid w:val="00FF3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31BE4A03-56D2-1D44-B0DD-5570C050E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463</Words>
  <Characters>2163</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2018-11-25T15:31:00Z</dcterms:created>
  <dcterms:modified xsi:type="dcterms:W3CDTF">2018-11-25T15:31:00Z</dcterms:modified>
  <cp:category/>
</cp:coreProperties>
</file>